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DF6242A"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9D52BF">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106B8379"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09F5D12A"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ECF3FF1"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566E81C2"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63FCF2DA"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1030FD8A"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11BE73C2"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029283C0"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0AFC73DB"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0AF42120"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F33D8E6"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5261B820"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2CC7ADB0"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040BAE5"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31E9BD49"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3EC3A25A"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1D5BBFD"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3B228B2E"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038DB868"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5AD20CD4"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0846AE2"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1CD14A2D" w:rsidR="00E902EC" w:rsidRPr="00D63D4B" w:rsidRDefault="009D52BF"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1D327FCD"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lastRenderedPageBreak/>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60F9F52E"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5C84094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4424172E"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206ECCAA"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10B2A40"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0F94EAC5"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168E601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265C7D4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50AC0D"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3F0FD1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19C3B1E2"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9D52BF">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6983927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D52BF">
            <w:rPr>
              <w:b/>
              <w:noProof/>
              <w:color w:val="FF5200" w:themeColor="accent2"/>
            </w:rPr>
            <w:t>17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D52BF">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86AC5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832404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3185C1E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D52BF">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D52BF">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D210EE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D60F2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attachedTemplate r:id="rId1"/>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D52BF"/>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641D"/>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purl.org/dc/elements/1.1/"/>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B3EAC030-2ED2-4A4A-9031-571CDB50D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17</Pages>
  <Words>8489</Words>
  <Characters>50087</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Kaplanová Ivana</cp:lastModifiedBy>
  <cp:revision>2</cp:revision>
  <cp:lastPrinted>2022-09-22T07:11:00Z</cp:lastPrinted>
  <dcterms:created xsi:type="dcterms:W3CDTF">2022-09-22T07:11:00Z</dcterms:created>
  <dcterms:modified xsi:type="dcterms:W3CDTF">2022-09-22T07:11:00Z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